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Default="00207BCB" w:rsidP="00A4605B">
      <w:pPr>
        <w:ind w:left="360"/>
        <w:rPr>
          <w:b/>
        </w:rPr>
      </w:pPr>
      <w:r>
        <w:rPr>
          <w:b/>
        </w:rPr>
        <w:t>Site Address:</w:t>
      </w:r>
    </w:p>
    <w:p w:rsidR="00207BCB" w:rsidRPr="00207BCB" w:rsidRDefault="00207BCB" w:rsidP="00A4605B">
      <w:pPr>
        <w:ind w:left="360"/>
      </w:pPr>
      <w:r w:rsidRPr="00207BCB">
        <w:t>CA.LA ELECTRICIDAD DE CARACAS (EDC)</w:t>
      </w:r>
    </w:p>
    <w:p w:rsidR="009F179B" w:rsidRPr="00207BCB" w:rsidRDefault="00207BCB" w:rsidP="00A4605B">
      <w:pPr>
        <w:ind w:left="360"/>
      </w:pPr>
      <w:proofErr w:type="spellStart"/>
      <w:r w:rsidRPr="00207BCB">
        <w:t>Carretera</w:t>
      </w:r>
      <w:proofErr w:type="spellEnd"/>
      <w:r w:rsidRPr="00207BCB">
        <w:t xml:space="preserve"> </w:t>
      </w:r>
      <w:proofErr w:type="spellStart"/>
      <w:r w:rsidRPr="00207BCB">
        <w:t>Nacional</w:t>
      </w:r>
      <w:proofErr w:type="spellEnd"/>
      <w:r w:rsidRPr="00207BCB">
        <w:t xml:space="preserve"> </w:t>
      </w:r>
      <w:proofErr w:type="spellStart"/>
      <w:r w:rsidRPr="00207BCB">
        <w:t>Guarenas</w:t>
      </w:r>
      <w:proofErr w:type="spellEnd"/>
      <w:r w:rsidRPr="00207BCB">
        <w:t xml:space="preserve"> </w:t>
      </w:r>
      <w:proofErr w:type="spellStart"/>
      <w:r w:rsidRPr="00207BCB">
        <w:t>Guatire</w:t>
      </w:r>
      <w:proofErr w:type="spellEnd"/>
      <w:r w:rsidRPr="00207BCB">
        <w:t>, Km 3</w:t>
      </w:r>
    </w:p>
    <w:p w:rsidR="00207BCB" w:rsidRPr="00207BCB" w:rsidRDefault="00207BCB" w:rsidP="00C54D1E">
      <w:pPr>
        <w:tabs>
          <w:tab w:val="left" w:pos="8400"/>
        </w:tabs>
        <w:ind w:left="360"/>
      </w:pPr>
      <w:proofErr w:type="spellStart"/>
      <w:r w:rsidRPr="00207BCB">
        <w:t>Deposito</w:t>
      </w:r>
      <w:proofErr w:type="spellEnd"/>
      <w:r w:rsidRPr="00207BCB">
        <w:t xml:space="preserve"> </w:t>
      </w:r>
      <w:proofErr w:type="spellStart"/>
      <w:r w:rsidRPr="00207BCB">
        <w:t>Eleggua</w:t>
      </w:r>
      <w:proofErr w:type="spellEnd"/>
      <w:r w:rsidRPr="00207BCB">
        <w:t xml:space="preserve">, </w:t>
      </w:r>
      <w:proofErr w:type="spellStart"/>
      <w:r w:rsidRPr="00207BCB">
        <w:t>Electricidad</w:t>
      </w:r>
      <w:proofErr w:type="spellEnd"/>
      <w:r w:rsidRPr="00207BCB">
        <w:t xml:space="preserve"> de Caracas</w:t>
      </w:r>
      <w:r w:rsidR="00C54D1E">
        <w:tab/>
      </w:r>
    </w:p>
    <w:p w:rsidR="009F179B" w:rsidRDefault="009F179B" w:rsidP="00A4605B">
      <w:pPr>
        <w:ind w:left="360"/>
        <w:rPr>
          <w:b/>
          <w:color w:val="FF0000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 xml:space="preserve">Pro Energy Services contracted by </w:t>
      </w:r>
      <w:proofErr w:type="spellStart"/>
      <w:r>
        <w:t>Derwick</w:t>
      </w:r>
      <w:proofErr w:type="spellEnd"/>
      <w:r>
        <w:t xml:space="preserve"> to execute EPC Contract</w:t>
      </w:r>
    </w:p>
    <w:p w:rsidR="00207BCB" w:rsidRDefault="00BF74A3" w:rsidP="00A4605B">
      <w:pPr>
        <w:ind w:left="360"/>
      </w:pPr>
      <w:proofErr w:type="spellStart"/>
      <w:r>
        <w:t>Derwick</w:t>
      </w:r>
      <w:proofErr w:type="spellEnd"/>
      <w:r>
        <w:t xml:space="preserve">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proofErr w:type="spellStart"/>
      <w:r>
        <w:t>Vepica</w:t>
      </w:r>
      <w:proofErr w:type="spellEnd"/>
      <w:r>
        <w:t xml:space="preserve">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9B0B5F" w:rsidRDefault="000D48C3" w:rsidP="00A4605B">
      <w:pPr>
        <w:ind w:left="360"/>
        <w:rPr>
          <w:b/>
        </w:rPr>
      </w:pPr>
      <w:r w:rsidRPr="000D48C3">
        <w:rPr>
          <w:b/>
        </w:rPr>
        <w:t>Temperature &amp; Site Conditions</w:t>
      </w:r>
      <w:r w:rsidRPr="003531DB">
        <w:rPr>
          <w:b/>
        </w:rPr>
        <w:t xml:space="preserve">:  </w:t>
      </w:r>
      <w:r w:rsidRPr="003531DB">
        <w:t xml:space="preserve">High </w:t>
      </w:r>
      <w:r w:rsidR="00E8029E" w:rsidRPr="003531DB">
        <w:t>3</w:t>
      </w:r>
      <w:r w:rsidR="00651AC3">
        <w:t>1</w:t>
      </w:r>
      <w:r w:rsidR="00E8029E" w:rsidRPr="003531DB">
        <w:t>/3</w:t>
      </w:r>
      <w:r w:rsidR="00651AC3">
        <w:t>2</w:t>
      </w:r>
      <w:r w:rsidR="00534AD4" w:rsidRPr="003531DB">
        <w:t>;</w:t>
      </w:r>
      <w:r w:rsidRPr="003531DB">
        <w:t xml:space="preserve"> Low </w:t>
      </w:r>
      <w:r w:rsidR="009E62FC" w:rsidRPr="003531DB">
        <w:t>2</w:t>
      </w:r>
      <w:r w:rsidR="004B2048">
        <w:t>2</w:t>
      </w:r>
      <w:r w:rsidR="008859DB" w:rsidRPr="003531DB">
        <w:t>/2</w:t>
      </w:r>
      <w:r w:rsidR="003531DB" w:rsidRPr="003531DB">
        <w:t>4</w:t>
      </w:r>
      <w:r w:rsidR="001C7D40" w:rsidRPr="00D3012E">
        <w:t>;</w:t>
      </w:r>
      <w:r w:rsidR="009D0C8A" w:rsidRPr="00D3012E">
        <w:t xml:space="preserve"> </w:t>
      </w:r>
      <w:r w:rsidR="00E8029E" w:rsidRPr="00D3012E">
        <w:t>80</w:t>
      </w:r>
      <w:r w:rsidR="00D3012E" w:rsidRPr="00D3012E">
        <w:t xml:space="preserve"> -</w:t>
      </w:r>
      <w:r w:rsidR="00375BCB">
        <w:t xml:space="preserve"> 85</w:t>
      </w:r>
      <w:r w:rsidR="009E62FC" w:rsidRPr="00D3012E">
        <w:t>%</w:t>
      </w:r>
      <w:r w:rsidR="009E62FC">
        <w:t xml:space="preserve"> </w:t>
      </w:r>
      <w:r w:rsidR="003F4010">
        <w:t>Humidity</w:t>
      </w:r>
      <w:r w:rsidR="00124F40">
        <w:t>;</w:t>
      </w:r>
      <w:r w:rsidR="002D471E">
        <w:t xml:space="preserve">  </w:t>
      </w: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0424 232 0528</w:t>
      </w:r>
    </w:p>
    <w:p w:rsidR="000D48C3" w:rsidRDefault="000D48C3" w:rsidP="00936B01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  <w:r w:rsidR="009332A7">
        <w:tab/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proofErr w:type="spellStart"/>
      <w:r w:rsidR="00AA5A8E">
        <w:t>Thabang</w:t>
      </w:r>
      <w:proofErr w:type="spellEnd"/>
      <w:r w:rsidR="00AA5A8E">
        <w:t xml:space="preserve"> </w:t>
      </w:r>
      <w:proofErr w:type="spellStart"/>
      <w:r w:rsidR="00AA5A8E">
        <w:t>Malebye</w:t>
      </w:r>
      <w:proofErr w:type="spellEnd"/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 xml:space="preserve">Jose </w:t>
      </w:r>
      <w:proofErr w:type="spellStart"/>
      <w:r>
        <w:t>Isaya</w:t>
      </w:r>
      <w:proofErr w:type="spellEnd"/>
      <w:r>
        <w:tab/>
      </w:r>
      <w:r>
        <w:tab/>
      </w:r>
      <w:r>
        <w:tab/>
      </w:r>
      <w:r w:rsidR="00BF74A3">
        <w:t>Logistics Assistant</w:t>
      </w:r>
      <w:r w:rsidR="00106045">
        <w:tab/>
      </w:r>
      <w:r w:rsidR="00106045">
        <w:tab/>
      </w:r>
      <w:r w:rsidR="00106045">
        <w:tab/>
        <w:t>0416 402 2202</w:t>
      </w:r>
    </w:p>
    <w:p w:rsidR="00D6401E" w:rsidRDefault="00D6401E" w:rsidP="00A4605B">
      <w:pPr>
        <w:ind w:left="360"/>
      </w:pPr>
      <w:r>
        <w:tab/>
        <w:t xml:space="preserve">Edwin </w:t>
      </w:r>
      <w:proofErr w:type="spellStart"/>
      <w:r>
        <w:t>Isea</w:t>
      </w:r>
      <w:proofErr w:type="spellEnd"/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 xml:space="preserve">Jesus Van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Velde</w:t>
      </w:r>
      <w:proofErr w:type="spellEnd"/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</w:t>
      </w:r>
      <w:r w:rsidR="00A47BEF">
        <w:t>nager</w:t>
      </w:r>
      <w:r w:rsidR="00A47BEF">
        <w:tab/>
      </w:r>
      <w:r w:rsidR="00A47BEF">
        <w:tab/>
      </w:r>
      <w:r w:rsidR="00A47BEF">
        <w:tab/>
      </w:r>
      <w:r w:rsidR="00A47BEF">
        <w:tab/>
        <w:t>0424 215 3087</w:t>
      </w:r>
    </w:p>
    <w:p w:rsidR="006E42D4" w:rsidRDefault="006E42D4" w:rsidP="00A4605B">
      <w:pPr>
        <w:ind w:left="360"/>
      </w:pPr>
      <w:r>
        <w:tab/>
        <w:t>Terry Henry</w:t>
      </w:r>
      <w:r>
        <w:tab/>
      </w:r>
      <w:r>
        <w:tab/>
      </w:r>
      <w:r>
        <w:tab/>
        <w:t>Electrical Superintendent</w:t>
      </w:r>
      <w:r>
        <w:tab/>
      </w:r>
      <w:r>
        <w:tab/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t>General Items:</w:t>
      </w:r>
      <w:r>
        <w:rPr>
          <w:b/>
        </w:rPr>
        <w:t xml:space="preserve"> </w:t>
      </w:r>
    </w:p>
    <w:p w:rsidR="004834E8" w:rsidRDefault="004834E8" w:rsidP="004834E8">
      <w:pPr>
        <w:ind w:left="360"/>
      </w:pPr>
    </w:p>
    <w:p w:rsidR="00DD543A" w:rsidRDefault="00835349" w:rsidP="009C4477">
      <w:pPr>
        <w:numPr>
          <w:ilvl w:val="0"/>
          <w:numId w:val="36"/>
        </w:numPr>
        <w:ind w:left="360"/>
      </w:pPr>
      <w:r>
        <w:t>Power Block</w:t>
      </w:r>
      <w:r w:rsidR="00DB58DF">
        <w:t>, Site North Side</w:t>
      </w:r>
      <w:r w:rsidR="008A327B">
        <w:t xml:space="preserve"> and Fuel Block, Site South Side</w:t>
      </w:r>
      <w:r w:rsidR="00DB58DF">
        <w:t xml:space="preserve">, </w:t>
      </w:r>
      <w:r w:rsidR="00DD543A">
        <w:t xml:space="preserve">Foundation Excavation and </w:t>
      </w:r>
      <w:r w:rsidR="00F93C1A">
        <w:t>Forming</w:t>
      </w:r>
    </w:p>
    <w:p w:rsidR="001A29A1" w:rsidRDefault="00DD543A" w:rsidP="00936B01">
      <w:pPr>
        <w:numPr>
          <w:ilvl w:val="0"/>
          <w:numId w:val="36"/>
        </w:numPr>
        <w:ind w:left="360"/>
      </w:pPr>
      <w:r>
        <w:t xml:space="preserve">National Guard quarters </w:t>
      </w:r>
      <w:r w:rsidR="00E621EC">
        <w:t>R</w:t>
      </w:r>
      <w:r w:rsidR="004834E8">
        <w:t>efurbishment.</w:t>
      </w:r>
      <w:r w:rsidR="003F0E46">
        <w:t xml:space="preserve"> Bathroom and r</w:t>
      </w:r>
      <w:r w:rsidR="004834E8">
        <w:t>oof work is on</w:t>
      </w:r>
      <w:r w:rsidR="00A449CC">
        <w:t>-</w:t>
      </w:r>
      <w:r w:rsidR="004834E8">
        <w:t>going due to water leaks.</w:t>
      </w:r>
      <w:r w:rsidR="00F374E8">
        <w:t xml:space="preserve"> Punch List items remain and being worked.</w:t>
      </w:r>
    </w:p>
    <w:p w:rsidR="001A29A1" w:rsidRDefault="00A47BEF" w:rsidP="001A29A1">
      <w:pPr>
        <w:numPr>
          <w:ilvl w:val="0"/>
          <w:numId w:val="36"/>
        </w:numPr>
        <w:ind w:left="360"/>
      </w:pPr>
      <w:r>
        <w:t>Ship is in port and equipment is in</w:t>
      </w:r>
      <w:r w:rsidR="004E1CEE">
        <w:t xml:space="preserve"> customs. First truck containi</w:t>
      </w:r>
      <w:r w:rsidR="00E8029E">
        <w:t xml:space="preserve">ng our tool </w:t>
      </w:r>
      <w:proofErr w:type="spellStart"/>
      <w:r w:rsidR="00E8029E">
        <w:t>conex</w:t>
      </w:r>
      <w:proofErr w:type="spellEnd"/>
      <w:r w:rsidR="00E8029E">
        <w:t xml:space="preserve"> arriv</w:t>
      </w:r>
      <w:r w:rsidR="00936B01">
        <w:t>ed and inventory has been completed and variances bring addressed.</w:t>
      </w:r>
    </w:p>
    <w:p w:rsidR="00316D3A" w:rsidRDefault="001E471F" w:rsidP="004E1CEE">
      <w:pPr>
        <w:numPr>
          <w:ilvl w:val="0"/>
          <w:numId w:val="36"/>
        </w:numPr>
        <w:ind w:left="360"/>
      </w:pPr>
      <w:r>
        <w:t>Wareh</w:t>
      </w:r>
      <w:r w:rsidR="000C4F63">
        <w:t xml:space="preserve">ouse </w:t>
      </w:r>
      <w:r w:rsidR="003F0E46">
        <w:t>an</w:t>
      </w:r>
      <w:r w:rsidR="00936B01">
        <w:t>d the EDC Material; All material has been relocated.</w:t>
      </w:r>
      <w:r w:rsidR="004834E8">
        <w:t xml:space="preserve"> </w:t>
      </w:r>
      <w:r w:rsidR="00936B01">
        <w:t>Clean up of area has been started</w:t>
      </w:r>
      <w:r w:rsidR="00AC0AE5">
        <w:t xml:space="preserve"> and on-going</w:t>
      </w:r>
      <w:r w:rsidR="00936B01">
        <w:t>; to include sidewalks, cut back trees, painting of gutters, and pickup of left over material.</w:t>
      </w:r>
    </w:p>
    <w:p w:rsidR="00DA224D" w:rsidRDefault="00DA224D" w:rsidP="004E1CEE">
      <w:pPr>
        <w:numPr>
          <w:ilvl w:val="0"/>
          <w:numId w:val="36"/>
        </w:numPr>
        <w:ind w:left="360"/>
      </w:pPr>
      <w:r>
        <w:t>Clean up and organization of EDC material in warehouse on</w:t>
      </w:r>
      <w:r w:rsidR="00A449CC">
        <w:t>-</w:t>
      </w:r>
      <w:r>
        <w:t xml:space="preserve">going. </w:t>
      </w:r>
    </w:p>
    <w:p w:rsidR="00DD543A" w:rsidRDefault="00DD543A" w:rsidP="00A4605B">
      <w:pPr>
        <w:ind w:left="360"/>
      </w:pPr>
    </w:p>
    <w:p w:rsidR="004E1CEE" w:rsidRDefault="004E1CEE" w:rsidP="00A4605B">
      <w:pPr>
        <w:ind w:left="360"/>
        <w:rPr>
          <w:b/>
        </w:rPr>
      </w:pPr>
    </w:p>
    <w:p w:rsidR="004834E8" w:rsidRDefault="004834E8" w:rsidP="00A4605B">
      <w:pPr>
        <w:ind w:left="360"/>
        <w:rPr>
          <w:b/>
        </w:rPr>
      </w:pPr>
    </w:p>
    <w:p w:rsidR="00881943" w:rsidRDefault="006E5471" w:rsidP="00A4605B">
      <w:pPr>
        <w:ind w:left="360"/>
        <w:rPr>
          <w:b/>
        </w:rPr>
      </w:pPr>
      <w:r>
        <w:rPr>
          <w:b/>
        </w:rPr>
        <w:t>Action Items:</w:t>
      </w:r>
    </w:p>
    <w:p w:rsidR="00FD2AF5" w:rsidRPr="00353166" w:rsidRDefault="00FD2AF5" w:rsidP="004834E8">
      <w:pPr>
        <w:ind w:left="360"/>
        <w:rPr>
          <w:b/>
        </w:rPr>
      </w:pPr>
    </w:p>
    <w:p w:rsidR="00353166" w:rsidRPr="00353166" w:rsidRDefault="00353166" w:rsidP="00353166">
      <w:pPr>
        <w:numPr>
          <w:ilvl w:val="0"/>
          <w:numId w:val="33"/>
        </w:numPr>
        <w:ind w:left="360"/>
        <w:rPr>
          <w:b/>
        </w:rPr>
      </w:pPr>
      <w:r>
        <w:t>Pre tie forming of rebar for 2500 ready, waiting for extension of seal slab.</w:t>
      </w:r>
    </w:p>
    <w:p w:rsidR="000C4F63" w:rsidRPr="00353166" w:rsidRDefault="000C4F63" w:rsidP="00353166">
      <w:pPr>
        <w:numPr>
          <w:ilvl w:val="0"/>
          <w:numId w:val="33"/>
        </w:numPr>
        <w:ind w:left="360"/>
        <w:rPr>
          <w:b/>
        </w:rPr>
      </w:pPr>
      <w:r>
        <w:t xml:space="preserve">Underground electrical duct banks </w:t>
      </w:r>
      <w:r w:rsidR="00DA224D">
        <w:t>on going.</w:t>
      </w:r>
    </w:p>
    <w:p w:rsidR="000C4F63" w:rsidRPr="004834E8" w:rsidRDefault="000C4F63" w:rsidP="0086538E">
      <w:pPr>
        <w:numPr>
          <w:ilvl w:val="0"/>
          <w:numId w:val="33"/>
        </w:numPr>
        <w:ind w:left="360"/>
        <w:rPr>
          <w:b/>
        </w:rPr>
      </w:pPr>
      <w:r>
        <w:t>Unit Aux Transformer Foundation and coordinates required</w:t>
      </w:r>
      <w:r w:rsidR="00DA224D">
        <w:t>.</w:t>
      </w:r>
    </w:p>
    <w:p w:rsidR="004834E8" w:rsidRPr="00DA224D" w:rsidRDefault="004834E8" w:rsidP="0086538E">
      <w:pPr>
        <w:numPr>
          <w:ilvl w:val="0"/>
          <w:numId w:val="33"/>
        </w:numPr>
        <w:ind w:left="360"/>
        <w:rPr>
          <w:b/>
        </w:rPr>
      </w:pPr>
      <w:r>
        <w:t>Main Control room forms being installed</w:t>
      </w:r>
      <w:r w:rsidR="00AC0AE5">
        <w:t xml:space="preserve"> and rebar being installed</w:t>
      </w:r>
      <w:r>
        <w:t>.</w:t>
      </w:r>
      <w:r w:rsidR="00B24A00">
        <w:t xml:space="preserve"> </w:t>
      </w:r>
    </w:p>
    <w:p w:rsidR="00DA224D" w:rsidRPr="00FD2AF5" w:rsidRDefault="00DA224D" w:rsidP="0086538E">
      <w:pPr>
        <w:numPr>
          <w:ilvl w:val="0"/>
          <w:numId w:val="33"/>
        </w:numPr>
        <w:ind w:left="360"/>
        <w:rPr>
          <w:b/>
        </w:rPr>
      </w:pPr>
      <w:r>
        <w:t>Excavated Control Room/Warehouse footprint.</w:t>
      </w:r>
    </w:p>
    <w:p w:rsidR="00FD2AF5" w:rsidRPr="008A327B" w:rsidRDefault="00FD2AF5" w:rsidP="00FD2AF5">
      <w:pPr>
        <w:ind w:left="360"/>
        <w:rPr>
          <w:b/>
        </w:rPr>
      </w:pPr>
    </w:p>
    <w:p w:rsidR="00192800" w:rsidRPr="00936B01" w:rsidRDefault="00DD543A" w:rsidP="00936B01">
      <w:pPr>
        <w:ind w:left="360"/>
        <w:rPr>
          <w:b/>
        </w:rPr>
      </w:pPr>
      <w:r>
        <w:rPr>
          <w:b/>
        </w:rPr>
        <w:t xml:space="preserve">Civil:  </w:t>
      </w:r>
    </w:p>
    <w:p w:rsidR="004834E8" w:rsidRDefault="004834E8" w:rsidP="004834E8">
      <w:pPr>
        <w:ind w:left="360"/>
      </w:pPr>
    </w:p>
    <w:p w:rsidR="00106345" w:rsidRDefault="00106345" w:rsidP="00A4605B">
      <w:pPr>
        <w:numPr>
          <w:ilvl w:val="0"/>
          <w:numId w:val="34"/>
        </w:numPr>
        <w:ind w:left="360"/>
      </w:pPr>
      <w:r>
        <w:t xml:space="preserve">National </w:t>
      </w:r>
      <w:r w:rsidR="00106B68">
        <w:t>G</w:t>
      </w:r>
      <w:r>
        <w:t xml:space="preserve">uard </w:t>
      </w:r>
      <w:r w:rsidR="007B7588">
        <w:t>Q</w:t>
      </w:r>
      <w:r>
        <w:t xml:space="preserve">uarters </w:t>
      </w:r>
      <w:r w:rsidR="007B7588">
        <w:t>R</w:t>
      </w:r>
      <w:r>
        <w:t>efurbishment</w:t>
      </w:r>
      <w:r w:rsidR="00A131CF">
        <w:t xml:space="preserve">:  </w:t>
      </w:r>
      <w:r w:rsidR="00F374E8">
        <w:t>Overall completion at 9</w:t>
      </w:r>
      <w:r w:rsidR="00936B01">
        <w:t>7</w:t>
      </w:r>
      <w:r w:rsidR="00F374E8">
        <w:t>%’</w:t>
      </w:r>
      <w:r w:rsidR="001B1B02">
        <w:t>.</w:t>
      </w:r>
    </w:p>
    <w:p w:rsidR="00E45401" w:rsidRDefault="00F374E8" w:rsidP="000C4F63">
      <w:pPr>
        <w:numPr>
          <w:ilvl w:val="0"/>
          <w:numId w:val="34"/>
        </w:numPr>
        <w:ind w:left="360"/>
      </w:pPr>
      <w:r>
        <w:t>Inlet app</w:t>
      </w:r>
      <w:r w:rsidR="00353166">
        <w:t xml:space="preserve">roach to site </w:t>
      </w:r>
      <w:r w:rsidR="00936B01">
        <w:t>curbing curb painted and landscaping to begin.</w:t>
      </w:r>
    </w:p>
    <w:p w:rsidR="004E1CEE" w:rsidRDefault="004E1CEE" w:rsidP="000C4F63">
      <w:pPr>
        <w:numPr>
          <w:ilvl w:val="0"/>
          <w:numId w:val="34"/>
        </w:numPr>
        <w:ind w:left="360"/>
      </w:pPr>
      <w:r>
        <w:t>C</w:t>
      </w:r>
      <w:r w:rsidR="00353166">
        <w:t xml:space="preserve">enter </w:t>
      </w:r>
      <w:proofErr w:type="gramStart"/>
      <w:r w:rsidR="00936B01">
        <w:t>approach island</w:t>
      </w:r>
      <w:proofErr w:type="gramEnd"/>
      <w:r w:rsidR="00936B01">
        <w:t xml:space="preserve"> poured. Small upper section to be knocked out and </w:t>
      </w:r>
      <w:r w:rsidR="00157FE3">
        <w:t>joined to curb</w:t>
      </w:r>
      <w:r w:rsidR="00AC0AE5">
        <w:t xml:space="preserve">. </w:t>
      </w:r>
    </w:p>
    <w:p w:rsidR="00353166" w:rsidRDefault="00353166" w:rsidP="000C4F63">
      <w:pPr>
        <w:numPr>
          <w:ilvl w:val="0"/>
          <w:numId w:val="34"/>
        </w:numPr>
        <w:ind w:left="360"/>
      </w:pPr>
      <w:r>
        <w:t>Side walk close</w:t>
      </w:r>
      <w:r w:rsidR="00157FE3">
        <w:t xml:space="preserve"> to E wall has been poured and curb has been painted safety yellow.</w:t>
      </w:r>
    </w:p>
    <w:p w:rsidR="00157FE3" w:rsidRDefault="00157FE3" w:rsidP="000C4F63">
      <w:pPr>
        <w:numPr>
          <w:ilvl w:val="0"/>
          <w:numId w:val="34"/>
        </w:numPr>
        <w:ind w:left="360"/>
      </w:pPr>
      <w:proofErr w:type="spellStart"/>
      <w:r>
        <w:t>Demin</w:t>
      </w:r>
      <w:proofErr w:type="spellEnd"/>
      <w:r>
        <w:t xml:space="preserve"> tank and raw water tan</w:t>
      </w:r>
      <w:r w:rsidR="00AC0AE5">
        <w:t>k</w:t>
      </w:r>
      <w:r>
        <w:t xml:space="preserve"> painted and back filled.</w:t>
      </w:r>
    </w:p>
    <w:p w:rsidR="00A449CC" w:rsidRDefault="004834E8" w:rsidP="000C4F63">
      <w:pPr>
        <w:numPr>
          <w:ilvl w:val="0"/>
          <w:numId w:val="34"/>
        </w:numPr>
        <w:ind w:left="360"/>
      </w:pPr>
      <w:r>
        <w:t xml:space="preserve">Cleaning of roadway began </w:t>
      </w:r>
      <w:r w:rsidR="00AC0AE5">
        <w:t xml:space="preserve">2Aug and </w:t>
      </w:r>
      <w:r w:rsidR="00A449CC">
        <w:t>is</w:t>
      </w:r>
      <w:r w:rsidR="00AC0AE5">
        <w:t xml:space="preserve"> on</w:t>
      </w:r>
      <w:r w:rsidR="00A449CC">
        <w:t>-</w:t>
      </w:r>
      <w:r w:rsidR="00AC0AE5">
        <w:t>going</w:t>
      </w:r>
      <w:r w:rsidR="00A449CC">
        <w:t>.</w:t>
      </w:r>
    </w:p>
    <w:p w:rsidR="004834E8" w:rsidRDefault="00A449CC" w:rsidP="000C4F63">
      <w:pPr>
        <w:numPr>
          <w:ilvl w:val="0"/>
          <w:numId w:val="34"/>
        </w:numPr>
        <w:ind w:left="360"/>
      </w:pPr>
      <w:r>
        <w:t>Continued site grading due to heavy rain on 2Aug.</w:t>
      </w:r>
      <w:r w:rsidR="004834E8">
        <w:t xml:space="preserve">                                               </w:t>
      </w:r>
    </w:p>
    <w:p w:rsidR="006510B5" w:rsidRPr="006510B5" w:rsidRDefault="006510B5" w:rsidP="006510B5">
      <w:pPr>
        <w:rPr>
          <w:b/>
        </w:rPr>
      </w:pPr>
    </w:p>
    <w:p w:rsidR="004834E8" w:rsidRDefault="00141564" w:rsidP="00664965">
      <w:pPr>
        <w:ind w:left="360"/>
        <w:rPr>
          <w:b/>
        </w:rPr>
      </w:pPr>
      <w:r w:rsidRPr="00316D3A">
        <w:rPr>
          <w:b/>
        </w:rPr>
        <w:t>Concrete/Foundations:</w:t>
      </w:r>
    </w:p>
    <w:p w:rsidR="00534AD4" w:rsidRPr="00F374E8" w:rsidRDefault="00141564" w:rsidP="004834E8">
      <w:pPr>
        <w:rPr>
          <w:b/>
        </w:rPr>
      </w:pPr>
      <w:r w:rsidRPr="00316D3A">
        <w:rPr>
          <w:b/>
        </w:rPr>
        <w:t xml:space="preserve">  </w:t>
      </w:r>
    </w:p>
    <w:p w:rsidR="008910A6" w:rsidRPr="008910A6" w:rsidRDefault="00534AD4" w:rsidP="001D6B21">
      <w:pPr>
        <w:numPr>
          <w:ilvl w:val="0"/>
          <w:numId w:val="34"/>
        </w:numPr>
        <w:ind w:left="360"/>
        <w:rPr>
          <w:b/>
        </w:rPr>
      </w:pPr>
      <w:r>
        <w:t xml:space="preserve">Unit 100 </w:t>
      </w:r>
      <w:r w:rsidR="00651AC3">
        <w:t>Mechanical Shed:</w:t>
      </w:r>
      <w:r>
        <w:t xml:space="preserve">  </w:t>
      </w:r>
      <w:r w:rsidR="00F374E8">
        <w:t xml:space="preserve">Poured </w:t>
      </w:r>
      <w:r w:rsidR="00651AC3">
        <w:t>Slab on Grade</w:t>
      </w:r>
      <w:r w:rsidR="00F374E8">
        <w:t>.</w:t>
      </w:r>
    </w:p>
    <w:p w:rsidR="001D6B21" w:rsidRPr="008910A6" w:rsidRDefault="00534AD4" w:rsidP="001D6B21">
      <w:pPr>
        <w:numPr>
          <w:ilvl w:val="0"/>
          <w:numId w:val="34"/>
        </w:numPr>
        <w:ind w:left="360"/>
        <w:rPr>
          <w:b/>
        </w:rPr>
      </w:pPr>
      <w:r>
        <w:t xml:space="preserve">Unit 200 </w:t>
      </w:r>
      <w:r w:rsidR="00651AC3">
        <w:t>Mechanical Shed: Poured Slab on Grade</w:t>
      </w:r>
    </w:p>
    <w:p w:rsidR="00316D3A" w:rsidRPr="008910A6" w:rsidRDefault="000D6489" w:rsidP="0074137B">
      <w:pPr>
        <w:numPr>
          <w:ilvl w:val="0"/>
          <w:numId w:val="34"/>
        </w:numPr>
        <w:ind w:left="360"/>
        <w:rPr>
          <w:b/>
        </w:rPr>
      </w:pPr>
      <w:r>
        <w:t xml:space="preserve">Unit 300 and Unit 400 GSU:  </w:t>
      </w:r>
      <w:r w:rsidR="00651AC3">
        <w:t xml:space="preserve">Poured Base </w:t>
      </w:r>
    </w:p>
    <w:p w:rsidR="004E1CEE" w:rsidRPr="004E1CEE" w:rsidRDefault="00A05513" w:rsidP="0074137B">
      <w:pPr>
        <w:numPr>
          <w:ilvl w:val="0"/>
          <w:numId w:val="34"/>
        </w:numPr>
        <w:ind w:left="360"/>
        <w:rPr>
          <w:b/>
        </w:rPr>
      </w:pPr>
      <w:r>
        <w:t>Control room</w:t>
      </w:r>
      <w:r w:rsidR="00353166">
        <w:t xml:space="preserve"> 200 footings </w:t>
      </w:r>
      <w:proofErr w:type="gramStart"/>
      <w:r w:rsidR="00353166">
        <w:t>poured,</w:t>
      </w:r>
      <w:proofErr w:type="gramEnd"/>
      <w:r w:rsidR="00353166">
        <w:t xml:space="preserve"> </w:t>
      </w:r>
      <w:r w:rsidR="005321EB">
        <w:t>Pier rebar complete, forming on-going</w:t>
      </w:r>
      <w:r w:rsidR="00353166">
        <w:t>.</w:t>
      </w:r>
    </w:p>
    <w:p w:rsidR="008910A6" w:rsidRPr="004E1CEE" w:rsidRDefault="004E1CEE" w:rsidP="0074137B">
      <w:pPr>
        <w:numPr>
          <w:ilvl w:val="0"/>
          <w:numId w:val="34"/>
        </w:numPr>
        <w:ind w:left="360"/>
        <w:rPr>
          <w:b/>
        </w:rPr>
      </w:pPr>
      <w:r>
        <w:t>Control room 100</w:t>
      </w:r>
      <w:r w:rsidR="00A05513">
        <w:t>.</w:t>
      </w:r>
      <w:r w:rsidR="005410F0">
        <w:t xml:space="preserve">footings </w:t>
      </w:r>
      <w:proofErr w:type="gramStart"/>
      <w:r w:rsidR="005410F0">
        <w:t>poured,</w:t>
      </w:r>
      <w:proofErr w:type="gramEnd"/>
      <w:r w:rsidR="005410F0">
        <w:t xml:space="preserve"> </w:t>
      </w:r>
      <w:r w:rsidR="005321EB">
        <w:t>Pier rebar complete, forming on-going.</w:t>
      </w:r>
    </w:p>
    <w:p w:rsidR="00651AC3" w:rsidRPr="00651AC3" w:rsidRDefault="00157FE3" w:rsidP="0074137B">
      <w:pPr>
        <w:numPr>
          <w:ilvl w:val="0"/>
          <w:numId w:val="34"/>
        </w:numPr>
        <w:ind w:left="360"/>
        <w:rPr>
          <w:b/>
        </w:rPr>
      </w:pPr>
      <w:r>
        <w:t>C</w:t>
      </w:r>
      <w:r w:rsidR="005321EB">
        <w:t>ontrol room 300/400 footing poured, working rebar.</w:t>
      </w:r>
    </w:p>
    <w:p w:rsidR="00DA224D" w:rsidRPr="00375BCB" w:rsidRDefault="00651AC3" w:rsidP="0074137B">
      <w:pPr>
        <w:numPr>
          <w:ilvl w:val="0"/>
          <w:numId w:val="34"/>
        </w:numPr>
        <w:ind w:left="360"/>
        <w:rPr>
          <w:b/>
        </w:rPr>
      </w:pPr>
      <w:r>
        <w:t xml:space="preserve">Inlet approach at </w:t>
      </w:r>
      <w:proofErr w:type="gramStart"/>
      <w:r>
        <w:t>cent</w:t>
      </w:r>
      <w:r w:rsidR="00DA224D">
        <w:t>er island</w:t>
      </w:r>
      <w:proofErr w:type="gramEnd"/>
      <w:r w:rsidR="00DA224D">
        <w:t xml:space="preserve"> 6 ft of curb repaired.</w:t>
      </w:r>
    </w:p>
    <w:p w:rsidR="00375BCB" w:rsidRPr="00375BCB" w:rsidRDefault="00375BCB" w:rsidP="0074137B">
      <w:pPr>
        <w:numPr>
          <w:ilvl w:val="0"/>
          <w:numId w:val="34"/>
        </w:numPr>
        <w:ind w:left="360"/>
        <w:rPr>
          <w:b/>
        </w:rPr>
      </w:pPr>
      <w:r>
        <w:t>Installation of containment wall steel for transformers on-going.</w:t>
      </w:r>
    </w:p>
    <w:p w:rsidR="00375BCB" w:rsidRPr="00DA224D" w:rsidRDefault="00375BCB" w:rsidP="0074137B">
      <w:pPr>
        <w:numPr>
          <w:ilvl w:val="0"/>
          <w:numId w:val="34"/>
        </w:numPr>
        <w:ind w:left="360"/>
        <w:rPr>
          <w:b/>
        </w:rPr>
      </w:pPr>
      <w:r>
        <w:t>Pre-tying steel for main control warehouse.</w:t>
      </w:r>
    </w:p>
    <w:p w:rsidR="00F73F05" w:rsidRPr="00F73F05" w:rsidRDefault="00DA224D" w:rsidP="00DA224D">
      <w:pPr>
        <w:ind w:left="360"/>
        <w:rPr>
          <w:b/>
        </w:rPr>
      </w:pPr>
      <w:r>
        <w:t xml:space="preserve"> </w:t>
      </w:r>
    </w:p>
    <w:p w:rsidR="00377A1F" w:rsidRDefault="00125E3E" w:rsidP="000D6489">
      <w:pPr>
        <w:ind w:left="360"/>
        <w:rPr>
          <w:b/>
        </w:rPr>
      </w:pPr>
      <w:r>
        <w:rPr>
          <w:b/>
        </w:rPr>
        <w:t xml:space="preserve">Mechanical: </w:t>
      </w:r>
    </w:p>
    <w:p w:rsidR="00375BCB" w:rsidRDefault="00375BCB" w:rsidP="000D6489">
      <w:pPr>
        <w:ind w:left="360"/>
        <w:rPr>
          <w:b/>
        </w:rPr>
      </w:pPr>
    </w:p>
    <w:p w:rsidR="00141564" w:rsidRDefault="006113E4" w:rsidP="00377A1F">
      <w:pPr>
        <w:numPr>
          <w:ilvl w:val="0"/>
          <w:numId w:val="37"/>
        </w:numPr>
        <w:ind w:left="360"/>
        <w:rPr>
          <w:b/>
        </w:rPr>
      </w:pPr>
      <w:r>
        <w:t xml:space="preserve">Waiting on quote from </w:t>
      </w:r>
      <w:r w:rsidR="005410F0">
        <w:t>tank fabrication vendor f</w:t>
      </w:r>
      <w:r>
        <w:t xml:space="preserve">rom site visit meeting. </w:t>
      </w:r>
      <w:r w:rsidR="00141564">
        <w:rPr>
          <w:b/>
        </w:rPr>
        <w:t xml:space="preserve"> 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A4605B">
      <w:pPr>
        <w:ind w:left="360"/>
        <w:rPr>
          <w:b/>
        </w:rPr>
      </w:pPr>
      <w:r>
        <w:rPr>
          <w:b/>
        </w:rPr>
        <w:t>Electrical:</w:t>
      </w:r>
    </w:p>
    <w:p w:rsidR="00375BCB" w:rsidRDefault="00375BCB" w:rsidP="00A4605B">
      <w:pPr>
        <w:ind w:left="360"/>
        <w:rPr>
          <w:b/>
        </w:rPr>
      </w:pPr>
    </w:p>
    <w:p w:rsidR="00125E3E" w:rsidRDefault="005321EB" w:rsidP="00377A1F">
      <w:pPr>
        <w:numPr>
          <w:ilvl w:val="0"/>
          <w:numId w:val="37"/>
        </w:numPr>
        <w:ind w:left="360"/>
      </w:pPr>
      <w:r>
        <w:t xml:space="preserve">Excavation of duct bank on NE GSU corner. 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DA224D">
      <w:pPr>
        <w:ind w:left="360"/>
        <w:rPr>
          <w:b/>
        </w:rPr>
      </w:pPr>
      <w:r>
        <w:rPr>
          <w:b/>
        </w:rPr>
        <w:t>Scheduled Items</w:t>
      </w:r>
      <w:r w:rsidR="00DA224D">
        <w:rPr>
          <w:b/>
        </w:rPr>
        <w:t>:</w:t>
      </w:r>
    </w:p>
    <w:p w:rsidR="00664965" w:rsidRPr="00DA224D" w:rsidRDefault="00664965" w:rsidP="00DA224D">
      <w:pPr>
        <w:ind w:left="360"/>
        <w:rPr>
          <w:b/>
        </w:rPr>
      </w:pPr>
    </w:p>
    <w:p w:rsidR="00C54D1E" w:rsidRPr="00521CDD" w:rsidRDefault="00C54D1E" w:rsidP="00C54D1E">
      <w:pPr>
        <w:numPr>
          <w:ilvl w:val="0"/>
          <w:numId w:val="37"/>
        </w:numPr>
        <w:ind w:left="360"/>
        <w:rPr>
          <w:b/>
        </w:rPr>
      </w:pPr>
      <w:r>
        <w:t>National Guard side walk w</w:t>
      </w:r>
      <w:r w:rsidR="00157FE3">
        <w:t>est side of building wall re-painted, delayed by rain</w:t>
      </w:r>
      <w:r w:rsidR="00664965">
        <w:t xml:space="preserve"> again</w:t>
      </w:r>
      <w:r w:rsidR="00157FE3">
        <w:t>. Estimate completion by close of business 8-</w:t>
      </w:r>
      <w:r w:rsidR="00664965">
        <w:t>4</w:t>
      </w:r>
      <w:r w:rsidR="00157FE3">
        <w:t>-10</w:t>
      </w:r>
    </w:p>
    <w:p w:rsidR="00521CDD" w:rsidRPr="00DA224D" w:rsidRDefault="00521CDD" w:rsidP="00C54D1E">
      <w:pPr>
        <w:numPr>
          <w:ilvl w:val="0"/>
          <w:numId w:val="37"/>
        </w:numPr>
        <w:ind w:left="360"/>
        <w:rPr>
          <w:b/>
        </w:rPr>
      </w:pPr>
      <w:r>
        <w:t>Light pole on inlet approach is bent over and paper work sent to EDC to repair or replace pole.</w:t>
      </w:r>
    </w:p>
    <w:p w:rsidR="00DA224D" w:rsidRPr="00124F40" w:rsidRDefault="00664965" w:rsidP="00C54D1E">
      <w:pPr>
        <w:numPr>
          <w:ilvl w:val="0"/>
          <w:numId w:val="37"/>
        </w:numPr>
        <w:ind w:left="360"/>
        <w:rPr>
          <w:b/>
        </w:rPr>
      </w:pPr>
      <w:r>
        <w:t>Compact and pour seal slab at Control Room/Warehouse.</w:t>
      </w:r>
    </w:p>
    <w:p w:rsidR="00DA224D" w:rsidRDefault="00DA224D" w:rsidP="00B67129"/>
    <w:p w:rsidR="004B6A6E" w:rsidRDefault="001F120F" w:rsidP="00664965">
      <w:pPr>
        <w:ind w:left="360"/>
      </w:pPr>
      <w:r>
        <w:rPr>
          <w:b/>
        </w:rPr>
        <w:t>Critical Areas of Conce</w:t>
      </w:r>
      <w:r w:rsidR="00F374E8">
        <w:rPr>
          <w:b/>
        </w:rPr>
        <w:t>rn</w:t>
      </w:r>
      <w:r w:rsidR="00B24A00">
        <w:rPr>
          <w:b/>
        </w:rPr>
        <w:t>s;</w:t>
      </w:r>
    </w:p>
    <w:p w:rsidR="00132197" w:rsidRDefault="00132197" w:rsidP="00F374E8"/>
    <w:p w:rsidR="004834E8" w:rsidRPr="00664965" w:rsidRDefault="00E85D09" w:rsidP="00F06CFE">
      <w:pPr>
        <w:numPr>
          <w:ilvl w:val="0"/>
          <w:numId w:val="35"/>
        </w:numPr>
        <w:ind w:left="360"/>
        <w:rPr>
          <w:b/>
        </w:rPr>
      </w:pPr>
      <w:r w:rsidRPr="00664965">
        <w:rPr>
          <w:b/>
        </w:rPr>
        <w:t xml:space="preserve">We need a schedule from EDC on when the services will be </w:t>
      </w:r>
      <w:r w:rsidR="00F06CFE" w:rsidRPr="00664965">
        <w:rPr>
          <w:b/>
        </w:rPr>
        <w:t>installed;</w:t>
      </w:r>
      <w:r w:rsidRPr="00664965">
        <w:rPr>
          <w:b/>
        </w:rPr>
        <w:t xml:space="preserve"> these include the water pipe line, </w:t>
      </w:r>
      <w:r w:rsidR="0074137B" w:rsidRPr="00664965">
        <w:rPr>
          <w:b/>
        </w:rPr>
        <w:t>t</w:t>
      </w:r>
      <w:r w:rsidRPr="00664965">
        <w:rPr>
          <w:b/>
        </w:rPr>
        <w:t xml:space="preserve">he gas pipe line and the 1.5 MWATT construction temp </w:t>
      </w:r>
      <w:proofErr w:type="gramStart"/>
      <w:r w:rsidRPr="00664965">
        <w:rPr>
          <w:b/>
        </w:rPr>
        <w:t>feeder</w:t>
      </w:r>
      <w:proofErr w:type="gramEnd"/>
      <w:r w:rsidRPr="00664965">
        <w:rPr>
          <w:b/>
        </w:rPr>
        <w:t xml:space="preserve"> for commissioning the plant.</w:t>
      </w:r>
    </w:p>
    <w:p w:rsidR="000D48C3" w:rsidRPr="004834E8" w:rsidRDefault="004834E8" w:rsidP="004834E8">
      <w:pPr>
        <w:numPr>
          <w:ilvl w:val="0"/>
          <w:numId w:val="35"/>
        </w:numPr>
        <w:ind w:left="360"/>
        <w:rPr>
          <w:b/>
        </w:rPr>
      </w:pPr>
      <w:r>
        <w:t>Underground drawing’s still major concern.</w:t>
      </w:r>
      <w:r w:rsidR="000D48C3" w:rsidRPr="004834E8">
        <w:rPr>
          <w:b/>
        </w:rPr>
        <w:tab/>
      </w:r>
    </w:p>
    <w:p w:rsidR="000331AE" w:rsidRPr="00B0232D" w:rsidRDefault="000331AE" w:rsidP="003F7CF6">
      <w:pPr>
        <w:jc w:val="right"/>
        <w:rPr>
          <w:b/>
        </w:rPr>
      </w:pPr>
    </w:p>
    <w:sectPr w:rsidR="000331AE" w:rsidRPr="00B0232D" w:rsidSect="009C4477">
      <w:footerReference w:type="default" r:id="rId8"/>
      <w:headerReference w:type="first" r:id="rId9"/>
      <w:footerReference w:type="first" r:id="rId10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37A" w:rsidRDefault="00A5037A">
      <w:r>
        <w:separator/>
      </w:r>
    </w:p>
  </w:endnote>
  <w:endnote w:type="continuationSeparator" w:id="0">
    <w:p w:rsidR="00A5037A" w:rsidRDefault="00A50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1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E82D82">
          <w:pPr>
            <w:pStyle w:val="Footer"/>
          </w:pPr>
          <w:r w:rsidRPr="000E0FE8">
            <w:t xml:space="preserve">Page </w:t>
          </w:r>
          <w:r w:rsidR="00190B92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190B92" w:rsidRPr="00F62712">
            <w:rPr>
              <w:i w:val="0"/>
            </w:rPr>
            <w:fldChar w:fldCharType="separate"/>
          </w:r>
          <w:r w:rsidR="00375BCB">
            <w:rPr>
              <w:i w:val="0"/>
              <w:noProof/>
            </w:rPr>
            <w:t>2</w:t>
          </w:r>
          <w:r w:rsidR="00190B92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3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7A4374">
          <w:pPr>
            <w:pStyle w:val="Footer"/>
          </w:pPr>
          <w:r w:rsidRPr="000E0FE8">
            <w:t xml:space="preserve">Page </w:t>
          </w:r>
          <w:r w:rsidR="00190B92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190B92" w:rsidRPr="00F62712">
            <w:rPr>
              <w:i w:val="0"/>
            </w:rPr>
            <w:fldChar w:fldCharType="separate"/>
          </w:r>
          <w:r w:rsidR="00375BCB">
            <w:rPr>
              <w:i w:val="0"/>
              <w:noProof/>
            </w:rPr>
            <w:t>1</w:t>
          </w:r>
          <w:r w:rsidR="00190B92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37A" w:rsidRDefault="00A5037A">
      <w:r>
        <w:separator/>
      </w:r>
    </w:p>
  </w:footnote>
  <w:footnote w:type="continuationSeparator" w:id="0">
    <w:p w:rsidR="00A5037A" w:rsidRDefault="00A50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237BC9">
      <w:tc>
        <w:tcPr>
          <w:tcW w:w="3888" w:type="dxa"/>
          <w:vAlign w:val="center"/>
        </w:tcPr>
        <w:p w:rsidR="00237BC9" w:rsidRPr="00F62712" w:rsidRDefault="00124F4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2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237BC9" w:rsidRPr="00F62712" w:rsidRDefault="00237BC9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</w:t>
          </w:r>
          <w:proofErr w:type="spellStart"/>
          <w:r w:rsidR="00217144">
            <w:rPr>
              <w:rFonts w:ascii="Arial" w:hAnsi="Arial" w:cs="Arial"/>
              <w:sz w:val="40"/>
              <w:szCs w:val="40"/>
            </w:rPr>
            <w:t>Guarenas</w:t>
          </w:r>
          <w:proofErr w:type="spellEnd"/>
          <w:r w:rsidR="00217144">
            <w:rPr>
              <w:rFonts w:ascii="Arial" w:hAnsi="Arial" w:cs="Arial"/>
              <w:sz w:val="40"/>
              <w:szCs w:val="40"/>
            </w:rPr>
            <w:t xml:space="preserve"> Power Project</w:t>
          </w:r>
        </w:p>
      </w:tc>
    </w:tr>
    <w:tr w:rsidR="00237BC9">
      <w:tc>
        <w:tcPr>
          <w:tcW w:w="3888" w:type="dxa"/>
        </w:tcPr>
        <w:p w:rsidR="00237BC9" w:rsidRDefault="00237BC9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 w:rsidR="007F3FEE">
            <w:rPr>
              <w:rFonts w:ascii="Arial" w:hAnsi="Arial" w:cs="Arial"/>
            </w:rPr>
            <w:t xml:space="preserve"> </w:t>
          </w:r>
          <w:r w:rsidR="001C7D40">
            <w:rPr>
              <w:rFonts w:ascii="Arial" w:hAnsi="Arial" w:cs="Arial"/>
            </w:rPr>
            <w:t>Tuesday</w:t>
          </w:r>
          <w:r w:rsidR="00D6782D">
            <w:rPr>
              <w:rFonts w:ascii="Arial" w:hAnsi="Arial" w:cs="Arial"/>
            </w:rPr>
            <w:t xml:space="preserve"> / Wednesday</w:t>
          </w:r>
        </w:p>
        <w:p w:rsidR="00753460" w:rsidRPr="00F62712" w:rsidRDefault="00EA449A" w:rsidP="00FA7A37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4</w:t>
          </w:r>
          <w:r w:rsidR="004834E8">
            <w:rPr>
              <w:rFonts w:ascii="Arial" w:hAnsi="Arial" w:cs="Arial"/>
            </w:rPr>
            <w:t>AUG</w:t>
          </w:r>
          <w:r w:rsidR="00A47BEF">
            <w:rPr>
              <w:rFonts w:ascii="Arial" w:hAnsi="Arial" w:cs="Arial"/>
            </w:rPr>
            <w:t>10</w:t>
          </w:r>
        </w:p>
      </w:tc>
      <w:tc>
        <w:tcPr>
          <w:tcW w:w="5688" w:type="dxa"/>
        </w:tcPr>
        <w:p w:rsidR="00237BC9" w:rsidRDefault="00237BC9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proofErr w:type="spellStart"/>
          <w:r w:rsidR="00753460">
            <w:rPr>
              <w:rFonts w:ascii="Arial" w:hAnsi="Arial" w:cs="Arial"/>
            </w:rPr>
            <w:t>Guarenas</w:t>
          </w:r>
          <w:proofErr w:type="spellEnd"/>
          <w:r w:rsidR="00753460">
            <w:rPr>
              <w:rFonts w:ascii="Arial" w:hAnsi="Arial" w:cs="Arial"/>
            </w:rPr>
            <w:t xml:space="preserve"> Power Project</w:t>
          </w:r>
        </w:p>
        <w:p w:rsidR="00EB3D0A" w:rsidRPr="00F62712" w:rsidRDefault="00EB3D0A" w:rsidP="00753460">
          <w:pPr>
            <w:pStyle w:val="Header"/>
            <w:spacing w:before="60" w:after="60"/>
            <w:rPr>
              <w:rFonts w:ascii="Arial" w:hAnsi="Arial" w:cs="Arial"/>
            </w:rPr>
          </w:pPr>
          <w:proofErr w:type="spellStart"/>
          <w:r>
            <w:rPr>
              <w:rFonts w:ascii="Arial" w:hAnsi="Arial" w:cs="Arial"/>
            </w:rPr>
            <w:t>Guarenas</w:t>
          </w:r>
          <w:proofErr w:type="spellEnd"/>
          <w:r>
            <w:rPr>
              <w:rFonts w:ascii="Arial" w:hAnsi="Arial" w:cs="Arial"/>
            </w:rPr>
            <w:t>, Venezuela</w:t>
          </w:r>
        </w:p>
      </w:tc>
    </w:tr>
    <w:tr w:rsidR="00237BC9">
      <w:tc>
        <w:tcPr>
          <w:tcW w:w="3888" w:type="dxa"/>
        </w:tcPr>
        <w:p w:rsidR="00237BC9" w:rsidRPr="00753460" w:rsidRDefault="00237BC9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</w:t>
          </w:r>
          <w:r w:rsidR="00A47BEF">
            <w:rPr>
              <w:rFonts w:ascii="Arial" w:hAnsi="Arial" w:cs="Arial"/>
            </w:rPr>
            <w:t>y: Roger Barr</w:t>
          </w:r>
        </w:p>
      </w:tc>
      <w:tc>
        <w:tcPr>
          <w:tcW w:w="5688" w:type="dxa"/>
        </w:tcPr>
        <w:p w:rsidR="00237BC9" w:rsidRPr="00F62712" w:rsidRDefault="0075346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237BC9" w:rsidRDefault="00237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28B8805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C25CF20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31AE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03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2425"/>
    <w:rsid w:val="000A4F30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7DA"/>
    <w:rsid w:val="000C4D10"/>
    <w:rsid w:val="000C4F63"/>
    <w:rsid w:val="000C561D"/>
    <w:rsid w:val="000C632B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EF4"/>
    <w:rsid w:val="000E634B"/>
    <w:rsid w:val="000E6EE4"/>
    <w:rsid w:val="000E7529"/>
    <w:rsid w:val="000F17E6"/>
    <w:rsid w:val="000F1F1A"/>
    <w:rsid w:val="000F2397"/>
    <w:rsid w:val="000F3F78"/>
    <w:rsid w:val="000F56FF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4F40"/>
    <w:rsid w:val="001250BE"/>
    <w:rsid w:val="00125187"/>
    <w:rsid w:val="00125862"/>
    <w:rsid w:val="00125E3E"/>
    <w:rsid w:val="00130564"/>
    <w:rsid w:val="00131A6F"/>
    <w:rsid w:val="00132197"/>
    <w:rsid w:val="00132A7A"/>
    <w:rsid w:val="00134C35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4759"/>
    <w:rsid w:val="00155ADB"/>
    <w:rsid w:val="00155BF5"/>
    <w:rsid w:val="001560C2"/>
    <w:rsid w:val="00157FE3"/>
    <w:rsid w:val="00162DEB"/>
    <w:rsid w:val="00163E68"/>
    <w:rsid w:val="00164085"/>
    <w:rsid w:val="0016608A"/>
    <w:rsid w:val="001661E9"/>
    <w:rsid w:val="00166912"/>
    <w:rsid w:val="00167C75"/>
    <w:rsid w:val="00170F5F"/>
    <w:rsid w:val="0017257D"/>
    <w:rsid w:val="00172FA7"/>
    <w:rsid w:val="0017433E"/>
    <w:rsid w:val="001757D8"/>
    <w:rsid w:val="001807D2"/>
    <w:rsid w:val="001860E1"/>
    <w:rsid w:val="00186C96"/>
    <w:rsid w:val="00187C44"/>
    <w:rsid w:val="0019028E"/>
    <w:rsid w:val="0019096D"/>
    <w:rsid w:val="00190B92"/>
    <w:rsid w:val="00192800"/>
    <w:rsid w:val="00193159"/>
    <w:rsid w:val="00193A39"/>
    <w:rsid w:val="001952E5"/>
    <w:rsid w:val="00196CDE"/>
    <w:rsid w:val="001A13FB"/>
    <w:rsid w:val="001A29A1"/>
    <w:rsid w:val="001A2C53"/>
    <w:rsid w:val="001A36D5"/>
    <w:rsid w:val="001A3A96"/>
    <w:rsid w:val="001A5353"/>
    <w:rsid w:val="001A5541"/>
    <w:rsid w:val="001A777C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7C41"/>
    <w:rsid w:val="00201B72"/>
    <w:rsid w:val="002025E4"/>
    <w:rsid w:val="0020366C"/>
    <w:rsid w:val="00203BE3"/>
    <w:rsid w:val="002046D9"/>
    <w:rsid w:val="00207BCB"/>
    <w:rsid w:val="00212121"/>
    <w:rsid w:val="002148FC"/>
    <w:rsid w:val="00214FBD"/>
    <w:rsid w:val="00215B39"/>
    <w:rsid w:val="00216328"/>
    <w:rsid w:val="00217144"/>
    <w:rsid w:val="002177B3"/>
    <w:rsid w:val="00217F3E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5A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FBB"/>
    <w:rsid w:val="00251129"/>
    <w:rsid w:val="00255F4D"/>
    <w:rsid w:val="002572DE"/>
    <w:rsid w:val="00260FBA"/>
    <w:rsid w:val="002622E6"/>
    <w:rsid w:val="00262A99"/>
    <w:rsid w:val="002641D8"/>
    <w:rsid w:val="0026451F"/>
    <w:rsid w:val="00264D4F"/>
    <w:rsid w:val="00264FAA"/>
    <w:rsid w:val="00267561"/>
    <w:rsid w:val="0027102D"/>
    <w:rsid w:val="00271344"/>
    <w:rsid w:val="002724D0"/>
    <w:rsid w:val="00276591"/>
    <w:rsid w:val="0027706A"/>
    <w:rsid w:val="002771DE"/>
    <w:rsid w:val="00277BB6"/>
    <w:rsid w:val="00280B2E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983"/>
    <w:rsid w:val="002B73E5"/>
    <w:rsid w:val="002C01BB"/>
    <w:rsid w:val="002C0CD5"/>
    <w:rsid w:val="002C18B2"/>
    <w:rsid w:val="002C3CB3"/>
    <w:rsid w:val="002C3DEF"/>
    <w:rsid w:val="002C6C17"/>
    <w:rsid w:val="002C6DB9"/>
    <w:rsid w:val="002D007A"/>
    <w:rsid w:val="002D00A7"/>
    <w:rsid w:val="002D217B"/>
    <w:rsid w:val="002D3422"/>
    <w:rsid w:val="002D3A8C"/>
    <w:rsid w:val="002D471E"/>
    <w:rsid w:val="002D4BCE"/>
    <w:rsid w:val="002D4E10"/>
    <w:rsid w:val="002D7EA3"/>
    <w:rsid w:val="002E2384"/>
    <w:rsid w:val="002E2FE0"/>
    <w:rsid w:val="002E32E4"/>
    <w:rsid w:val="002E3C78"/>
    <w:rsid w:val="002E4304"/>
    <w:rsid w:val="002E44FF"/>
    <w:rsid w:val="002E59DD"/>
    <w:rsid w:val="002E6026"/>
    <w:rsid w:val="002E7B19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166"/>
    <w:rsid w:val="003531DB"/>
    <w:rsid w:val="003533C7"/>
    <w:rsid w:val="0035480B"/>
    <w:rsid w:val="00354EF4"/>
    <w:rsid w:val="003551C6"/>
    <w:rsid w:val="00355D9E"/>
    <w:rsid w:val="00356256"/>
    <w:rsid w:val="00356A59"/>
    <w:rsid w:val="00356C85"/>
    <w:rsid w:val="003615EC"/>
    <w:rsid w:val="003618FD"/>
    <w:rsid w:val="00363C2C"/>
    <w:rsid w:val="00366B0F"/>
    <w:rsid w:val="00367BE6"/>
    <w:rsid w:val="0037212D"/>
    <w:rsid w:val="00375135"/>
    <w:rsid w:val="003753A2"/>
    <w:rsid w:val="00375BCB"/>
    <w:rsid w:val="00377111"/>
    <w:rsid w:val="00377A1F"/>
    <w:rsid w:val="003803E6"/>
    <w:rsid w:val="00380510"/>
    <w:rsid w:val="003824DF"/>
    <w:rsid w:val="0038271B"/>
    <w:rsid w:val="0038326B"/>
    <w:rsid w:val="003832A6"/>
    <w:rsid w:val="0038591B"/>
    <w:rsid w:val="00386414"/>
    <w:rsid w:val="00387A19"/>
    <w:rsid w:val="0039159C"/>
    <w:rsid w:val="00391613"/>
    <w:rsid w:val="003919F9"/>
    <w:rsid w:val="0039276E"/>
    <w:rsid w:val="0039306C"/>
    <w:rsid w:val="00393F60"/>
    <w:rsid w:val="00393F75"/>
    <w:rsid w:val="00394C1B"/>
    <w:rsid w:val="00394C27"/>
    <w:rsid w:val="003962B4"/>
    <w:rsid w:val="00397E9B"/>
    <w:rsid w:val="003A14B2"/>
    <w:rsid w:val="003A49F1"/>
    <w:rsid w:val="003A4E77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3710"/>
    <w:rsid w:val="00454263"/>
    <w:rsid w:val="004555AD"/>
    <w:rsid w:val="004562F1"/>
    <w:rsid w:val="00462A87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80504"/>
    <w:rsid w:val="00481560"/>
    <w:rsid w:val="004834E8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32"/>
    <w:rsid w:val="00496D95"/>
    <w:rsid w:val="00497708"/>
    <w:rsid w:val="0049789B"/>
    <w:rsid w:val="00497B01"/>
    <w:rsid w:val="004A1160"/>
    <w:rsid w:val="004A33A5"/>
    <w:rsid w:val="004A3C1C"/>
    <w:rsid w:val="004B0D21"/>
    <w:rsid w:val="004B156D"/>
    <w:rsid w:val="004B2048"/>
    <w:rsid w:val="004B21C3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3A08"/>
    <w:rsid w:val="004D4716"/>
    <w:rsid w:val="004D7035"/>
    <w:rsid w:val="004D747D"/>
    <w:rsid w:val="004E1CEE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2036F"/>
    <w:rsid w:val="00520A63"/>
    <w:rsid w:val="00520CE3"/>
    <w:rsid w:val="00520F21"/>
    <w:rsid w:val="00521CDD"/>
    <w:rsid w:val="005221F5"/>
    <w:rsid w:val="005229F2"/>
    <w:rsid w:val="0052411F"/>
    <w:rsid w:val="00524A00"/>
    <w:rsid w:val="00525460"/>
    <w:rsid w:val="005265D5"/>
    <w:rsid w:val="00526C3D"/>
    <w:rsid w:val="00527670"/>
    <w:rsid w:val="005321EB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10F0"/>
    <w:rsid w:val="0054249C"/>
    <w:rsid w:val="005437EA"/>
    <w:rsid w:val="00550A44"/>
    <w:rsid w:val="00552485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47A3"/>
    <w:rsid w:val="00574B63"/>
    <w:rsid w:val="00574E3F"/>
    <w:rsid w:val="005758DB"/>
    <w:rsid w:val="00575A49"/>
    <w:rsid w:val="005803B8"/>
    <w:rsid w:val="0058075A"/>
    <w:rsid w:val="00591A55"/>
    <w:rsid w:val="00592262"/>
    <w:rsid w:val="005922C6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640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C2D"/>
    <w:rsid w:val="00606934"/>
    <w:rsid w:val="006113E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81D"/>
    <w:rsid w:val="006479A9"/>
    <w:rsid w:val="00650E71"/>
    <w:rsid w:val="006510B5"/>
    <w:rsid w:val="00651878"/>
    <w:rsid w:val="00651AC3"/>
    <w:rsid w:val="006540C2"/>
    <w:rsid w:val="00654819"/>
    <w:rsid w:val="00655ED8"/>
    <w:rsid w:val="00656C5B"/>
    <w:rsid w:val="00656CE0"/>
    <w:rsid w:val="00660760"/>
    <w:rsid w:val="00660F25"/>
    <w:rsid w:val="0066398B"/>
    <w:rsid w:val="00664965"/>
    <w:rsid w:val="00664BDE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031"/>
    <w:rsid w:val="006947F6"/>
    <w:rsid w:val="006964F3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1F41"/>
    <w:rsid w:val="006C35A8"/>
    <w:rsid w:val="006C47FD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B58"/>
    <w:rsid w:val="006E4F26"/>
    <w:rsid w:val="006E50F8"/>
    <w:rsid w:val="006E5471"/>
    <w:rsid w:val="006E580B"/>
    <w:rsid w:val="006F06F4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42EC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F2C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3020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47C8"/>
    <w:rsid w:val="00776186"/>
    <w:rsid w:val="00780BD1"/>
    <w:rsid w:val="00781CC0"/>
    <w:rsid w:val="007825BB"/>
    <w:rsid w:val="007826AF"/>
    <w:rsid w:val="007909C1"/>
    <w:rsid w:val="0079337A"/>
    <w:rsid w:val="007940FA"/>
    <w:rsid w:val="00795B1B"/>
    <w:rsid w:val="00796715"/>
    <w:rsid w:val="00796B31"/>
    <w:rsid w:val="007A0FD2"/>
    <w:rsid w:val="007A1E95"/>
    <w:rsid w:val="007A2761"/>
    <w:rsid w:val="007A35D1"/>
    <w:rsid w:val="007A3940"/>
    <w:rsid w:val="007A4374"/>
    <w:rsid w:val="007A4E4F"/>
    <w:rsid w:val="007A54D8"/>
    <w:rsid w:val="007A59A3"/>
    <w:rsid w:val="007A6928"/>
    <w:rsid w:val="007A6B2A"/>
    <w:rsid w:val="007A7E3D"/>
    <w:rsid w:val="007B0000"/>
    <w:rsid w:val="007B08F9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850"/>
    <w:rsid w:val="007C5015"/>
    <w:rsid w:val="007C62C8"/>
    <w:rsid w:val="007D0652"/>
    <w:rsid w:val="007D0D29"/>
    <w:rsid w:val="007D1C9C"/>
    <w:rsid w:val="007D521C"/>
    <w:rsid w:val="007D6753"/>
    <w:rsid w:val="007D79C5"/>
    <w:rsid w:val="007D7B2E"/>
    <w:rsid w:val="007D7FBA"/>
    <w:rsid w:val="007E3086"/>
    <w:rsid w:val="007E30B4"/>
    <w:rsid w:val="007E5E29"/>
    <w:rsid w:val="007E67FC"/>
    <w:rsid w:val="007E764D"/>
    <w:rsid w:val="007E7E43"/>
    <w:rsid w:val="007F053A"/>
    <w:rsid w:val="007F0BCC"/>
    <w:rsid w:val="007F0F49"/>
    <w:rsid w:val="007F182B"/>
    <w:rsid w:val="007F27B1"/>
    <w:rsid w:val="007F3FEE"/>
    <w:rsid w:val="007F4894"/>
    <w:rsid w:val="007F4C2D"/>
    <w:rsid w:val="007F687F"/>
    <w:rsid w:val="007F6895"/>
    <w:rsid w:val="007F7A01"/>
    <w:rsid w:val="008005EC"/>
    <w:rsid w:val="008009EA"/>
    <w:rsid w:val="00801078"/>
    <w:rsid w:val="008016B3"/>
    <w:rsid w:val="008033DF"/>
    <w:rsid w:val="008044F6"/>
    <w:rsid w:val="008049BC"/>
    <w:rsid w:val="00804CFB"/>
    <w:rsid w:val="00810A6E"/>
    <w:rsid w:val="008111F7"/>
    <w:rsid w:val="008123FB"/>
    <w:rsid w:val="008159B0"/>
    <w:rsid w:val="00815B95"/>
    <w:rsid w:val="00815DF9"/>
    <w:rsid w:val="00817A64"/>
    <w:rsid w:val="00821410"/>
    <w:rsid w:val="008217E2"/>
    <w:rsid w:val="008220BA"/>
    <w:rsid w:val="00823A64"/>
    <w:rsid w:val="00823A83"/>
    <w:rsid w:val="00826431"/>
    <w:rsid w:val="00830753"/>
    <w:rsid w:val="00832101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448D"/>
    <w:rsid w:val="00864D9A"/>
    <w:rsid w:val="0086538E"/>
    <w:rsid w:val="00866238"/>
    <w:rsid w:val="0086647E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A0C97"/>
    <w:rsid w:val="008A11ED"/>
    <w:rsid w:val="008A144F"/>
    <w:rsid w:val="008A1F01"/>
    <w:rsid w:val="008A2D87"/>
    <w:rsid w:val="008A327B"/>
    <w:rsid w:val="008A3AF1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14CE"/>
    <w:rsid w:val="008C2313"/>
    <w:rsid w:val="008C3044"/>
    <w:rsid w:val="008C322A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6CA5"/>
    <w:rsid w:val="008E73B1"/>
    <w:rsid w:val="008F0801"/>
    <w:rsid w:val="008F0DE5"/>
    <w:rsid w:val="008F1DA0"/>
    <w:rsid w:val="008F2E14"/>
    <w:rsid w:val="008F5EE1"/>
    <w:rsid w:val="008F605E"/>
    <w:rsid w:val="008F7682"/>
    <w:rsid w:val="008F7D2B"/>
    <w:rsid w:val="00901051"/>
    <w:rsid w:val="009025F6"/>
    <w:rsid w:val="009036A6"/>
    <w:rsid w:val="00904ED4"/>
    <w:rsid w:val="00905C75"/>
    <w:rsid w:val="00906384"/>
    <w:rsid w:val="00910FB4"/>
    <w:rsid w:val="00913BC9"/>
    <w:rsid w:val="009141B7"/>
    <w:rsid w:val="009210B3"/>
    <w:rsid w:val="00926D16"/>
    <w:rsid w:val="009275DE"/>
    <w:rsid w:val="009316D9"/>
    <w:rsid w:val="009332A7"/>
    <w:rsid w:val="009334A1"/>
    <w:rsid w:val="009339A2"/>
    <w:rsid w:val="00936B01"/>
    <w:rsid w:val="009406B2"/>
    <w:rsid w:val="00940A52"/>
    <w:rsid w:val="00950207"/>
    <w:rsid w:val="0095193B"/>
    <w:rsid w:val="00952DB9"/>
    <w:rsid w:val="00953153"/>
    <w:rsid w:val="0095403E"/>
    <w:rsid w:val="00954676"/>
    <w:rsid w:val="0095668D"/>
    <w:rsid w:val="00957817"/>
    <w:rsid w:val="0096116C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39B"/>
    <w:rsid w:val="00975FBF"/>
    <w:rsid w:val="009768D2"/>
    <w:rsid w:val="009769EC"/>
    <w:rsid w:val="00977720"/>
    <w:rsid w:val="00981178"/>
    <w:rsid w:val="00982EC1"/>
    <w:rsid w:val="00982FD3"/>
    <w:rsid w:val="00984B0D"/>
    <w:rsid w:val="009864B6"/>
    <w:rsid w:val="009867D6"/>
    <w:rsid w:val="009871A7"/>
    <w:rsid w:val="0099042D"/>
    <w:rsid w:val="00990555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5513"/>
    <w:rsid w:val="00A0687B"/>
    <w:rsid w:val="00A06C2A"/>
    <w:rsid w:val="00A07AE7"/>
    <w:rsid w:val="00A07C06"/>
    <w:rsid w:val="00A07F03"/>
    <w:rsid w:val="00A108D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57E8"/>
    <w:rsid w:val="00A2587C"/>
    <w:rsid w:val="00A25A88"/>
    <w:rsid w:val="00A26B7A"/>
    <w:rsid w:val="00A304A6"/>
    <w:rsid w:val="00A31086"/>
    <w:rsid w:val="00A32EC4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9CC"/>
    <w:rsid w:val="00A44B69"/>
    <w:rsid w:val="00A45894"/>
    <w:rsid w:val="00A45A32"/>
    <w:rsid w:val="00A4605B"/>
    <w:rsid w:val="00A4628B"/>
    <w:rsid w:val="00A46578"/>
    <w:rsid w:val="00A46A95"/>
    <w:rsid w:val="00A47BEF"/>
    <w:rsid w:val="00A5037A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716A4"/>
    <w:rsid w:val="00A727C3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7D0D"/>
    <w:rsid w:val="00A91D34"/>
    <w:rsid w:val="00A92CE7"/>
    <w:rsid w:val="00A940C8"/>
    <w:rsid w:val="00A942E2"/>
    <w:rsid w:val="00A95281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0AE5"/>
    <w:rsid w:val="00AC2E98"/>
    <w:rsid w:val="00AC3471"/>
    <w:rsid w:val="00AC42E9"/>
    <w:rsid w:val="00AC497C"/>
    <w:rsid w:val="00AC4CFD"/>
    <w:rsid w:val="00AC5322"/>
    <w:rsid w:val="00AC61AA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C5D"/>
    <w:rsid w:val="00AE482F"/>
    <w:rsid w:val="00AE5ACD"/>
    <w:rsid w:val="00AE75CF"/>
    <w:rsid w:val="00AF2D6B"/>
    <w:rsid w:val="00AF3239"/>
    <w:rsid w:val="00AF4ACF"/>
    <w:rsid w:val="00AF5553"/>
    <w:rsid w:val="00AF5C0A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10731"/>
    <w:rsid w:val="00B10CD1"/>
    <w:rsid w:val="00B111C2"/>
    <w:rsid w:val="00B113A5"/>
    <w:rsid w:val="00B1280E"/>
    <w:rsid w:val="00B12FC0"/>
    <w:rsid w:val="00B13394"/>
    <w:rsid w:val="00B150D0"/>
    <w:rsid w:val="00B1621A"/>
    <w:rsid w:val="00B16449"/>
    <w:rsid w:val="00B1687C"/>
    <w:rsid w:val="00B174CF"/>
    <w:rsid w:val="00B209B3"/>
    <w:rsid w:val="00B20A3A"/>
    <w:rsid w:val="00B210B7"/>
    <w:rsid w:val="00B23055"/>
    <w:rsid w:val="00B24A00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171E"/>
    <w:rsid w:val="00B520E9"/>
    <w:rsid w:val="00B52C74"/>
    <w:rsid w:val="00B5465D"/>
    <w:rsid w:val="00B55862"/>
    <w:rsid w:val="00B564CD"/>
    <w:rsid w:val="00B564E0"/>
    <w:rsid w:val="00B601DB"/>
    <w:rsid w:val="00B60369"/>
    <w:rsid w:val="00B603A0"/>
    <w:rsid w:val="00B61164"/>
    <w:rsid w:val="00B6300A"/>
    <w:rsid w:val="00B63AC3"/>
    <w:rsid w:val="00B63D36"/>
    <w:rsid w:val="00B6539E"/>
    <w:rsid w:val="00B6573C"/>
    <w:rsid w:val="00B67129"/>
    <w:rsid w:val="00B67313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152"/>
    <w:rsid w:val="00B969CA"/>
    <w:rsid w:val="00B9726D"/>
    <w:rsid w:val="00BA008A"/>
    <w:rsid w:val="00BA10E1"/>
    <w:rsid w:val="00BA2B5F"/>
    <w:rsid w:val="00BA3131"/>
    <w:rsid w:val="00BA3391"/>
    <w:rsid w:val="00BA34DA"/>
    <w:rsid w:val="00BA3878"/>
    <w:rsid w:val="00BA3A90"/>
    <w:rsid w:val="00BA513C"/>
    <w:rsid w:val="00BA73FB"/>
    <w:rsid w:val="00BA7C33"/>
    <w:rsid w:val="00BB0F10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3FA2"/>
    <w:rsid w:val="00BC4BC0"/>
    <w:rsid w:val="00BC66A3"/>
    <w:rsid w:val="00BC68E1"/>
    <w:rsid w:val="00BC7FF9"/>
    <w:rsid w:val="00BD0120"/>
    <w:rsid w:val="00BD0BA0"/>
    <w:rsid w:val="00BD0BD9"/>
    <w:rsid w:val="00BD0E69"/>
    <w:rsid w:val="00BD1964"/>
    <w:rsid w:val="00BD3157"/>
    <w:rsid w:val="00BD43A0"/>
    <w:rsid w:val="00BD445B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5EB7"/>
    <w:rsid w:val="00BF62B3"/>
    <w:rsid w:val="00BF65D9"/>
    <w:rsid w:val="00BF74A3"/>
    <w:rsid w:val="00BF7A7C"/>
    <w:rsid w:val="00BF7D2D"/>
    <w:rsid w:val="00C01564"/>
    <w:rsid w:val="00C02961"/>
    <w:rsid w:val="00C039EE"/>
    <w:rsid w:val="00C041CB"/>
    <w:rsid w:val="00C05298"/>
    <w:rsid w:val="00C064E2"/>
    <w:rsid w:val="00C068EB"/>
    <w:rsid w:val="00C0711B"/>
    <w:rsid w:val="00C10A5D"/>
    <w:rsid w:val="00C10BC4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1CD6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1D8F"/>
    <w:rsid w:val="00C5207B"/>
    <w:rsid w:val="00C52D00"/>
    <w:rsid w:val="00C5406F"/>
    <w:rsid w:val="00C54D1E"/>
    <w:rsid w:val="00C56729"/>
    <w:rsid w:val="00C6190C"/>
    <w:rsid w:val="00C65051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0C57"/>
    <w:rsid w:val="00C82E39"/>
    <w:rsid w:val="00C83A7F"/>
    <w:rsid w:val="00C853FA"/>
    <w:rsid w:val="00C85DE9"/>
    <w:rsid w:val="00C86098"/>
    <w:rsid w:val="00C8707A"/>
    <w:rsid w:val="00C87C7E"/>
    <w:rsid w:val="00C9097A"/>
    <w:rsid w:val="00C9195F"/>
    <w:rsid w:val="00C94BE7"/>
    <w:rsid w:val="00C95836"/>
    <w:rsid w:val="00C96397"/>
    <w:rsid w:val="00C963F9"/>
    <w:rsid w:val="00C966D8"/>
    <w:rsid w:val="00CA0C35"/>
    <w:rsid w:val="00CA4B83"/>
    <w:rsid w:val="00CA5751"/>
    <w:rsid w:val="00CB09AF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E1EB2"/>
    <w:rsid w:val="00CE3E74"/>
    <w:rsid w:val="00CE46FC"/>
    <w:rsid w:val="00CE4910"/>
    <w:rsid w:val="00CE4B3D"/>
    <w:rsid w:val="00CE610D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7E78"/>
    <w:rsid w:val="00D109FE"/>
    <w:rsid w:val="00D11813"/>
    <w:rsid w:val="00D11B8A"/>
    <w:rsid w:val="00D120A9"/>
    <w:rsid w:val="00D12898"/>
    <w:rsid w:val="00D140A9"/>
    <w:rsid w:val="00D15703"/>
    <w:rsid w:val="00D15798"/>
    <w:rsid w:val="00D214AF"/>
    <w:rsid w:val="00D233FB"/>
    <w:rsid w:val="00D2382D"/>
    <w:rsid w:val="00D24D0E"/>
    <w:rsid w:val="00D255F9"/>
    <w:rsid w:val="00D3012E"/>
    <w:rsid w:val="00D30EF5"/>
    <w:rsid w:val="00D328FA"/>
    <w:rsid w:val="00D34032"/>
    <w:rsid w:val="00D34774"/>
    <w:rsid w:val="00D3492E"/>
    <w:rsid w:val="00D35F4E"/>
    <w:rsid w:val="00D43D59"/>
    <w:rsid w:val="00D44F05"/>
    <w:rsid w:val="00D460F8"/>
    <w:rsid w:val="00D4638B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3579"/>
    <w:rsid w:val="00D6401E"/>
    <w:rsid w:val="00D6483E"/>
    <w:rsid w:val="00D66524"/>
    <w:rsid w:val="00D6782D"/>
    <w:rsid w:val="00D7226E"/>
    <w:rsid w:val="00D72AF7"/>
    <w:rsid w:val="00D72CF3"/>
    <w:rsid w:val="00D7347F"/>
    <w:rsid w:val="00D73E20"/>
    <w:rsid w:val="00D758A1"/>
    <w:rsid w:val="00D76524"/>
    <w:rsid w:val="00D77786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A0D"/>
    <w:rsid w:val="00DA0362"/>
    <w:rsid w:val="00DA12F3"/>
    <w:rsid w:val="00DA224D"/>
    <w:rsid w:val="00DA26DF"/>
    <w:rsid w:val="00DA7C23"/>
    <w:rsid w:val="00DB088E"/>
    <w:rsid w:val="00DB09A0"/>
    <w:rsid w:val="00DB2876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5016"/>
    <w:rsid w:val="00E3537F"/>
    <w:rsid w:val="00E3585B"/>
    <w:rsid w:val="00E35921"/>
    <w:rsid w:val="00E36632"/>
    <w:rsid w:val="00E37DE9"/>
    <w:rsid w:val="00E41FA3"/>
    <w:rsid w:val="00E4284D"/>
    <w:rsid w:val="00E42E37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7103F"/>
    <w:rsid w:val="00E7126C"/>
    <w:rsid w:val="00E72704"/>
    <w:rsid w:val="00E74F80"/>
    <w:rsid w:val="00E77C2D"/>
    <w:rsid w:val="00E8029E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23AF"/>
    <w:rsid w:val="00E92B49"/>
    <w:rsid w:val="00E92DF6"/>
    <w:rsid w:val="00E92F28"/>
    <w:rsid w:val="00E96F0C"/>
    <w:rsid w:val="00EA0197"/>
    <w:rsid w:val="00EA236E"/>
    <w:rsid w:val="00EA449A"/>
    <w:rsid w:val="00EA5625"/>
    <w:rsid w:val="00EA59EB"/>
    <w:rsid w:val="00EA7D84"/>
    <w:rsid w:val="00EB236E"/>
    <w:rsid w:val="00EB26A7"/>
    <w:rsid w:val="00EB2ECB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3F5B"/>
    <w:rsid w:val="00ED53BE"/>
    <w:rsid w:val="00ED6CFC"/>
    <w:rsid w:val="00ED6EBD"/>
    <w:rsid w:val="00EE1C36"/>
    <w:rsid w:val="00EE1EF0"/>
    <w:rsid w:val="00EE2AC1"/>
    <w:rsid w:val="00EE2BEC"/>
    <w:rsid w:val="00EE3B11"/>
    <w:rsid w:val="00EE41EA"/>
    <w:rsid w:val="00EE6776"/>
    <w:rsid w:val="00EE6C6D"/>
    <w:rsid w:val="00EE7BC4"/>
    <w:rsid w:val="00EF13C1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7169"/>
    <w:rsid w:val="00F374E8"/>
    <w:rsid w:val="00F40392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3F05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BBF"/>
    <w:rsid w:val="00F86A6F"/>
    <w:rsid w:val="00F87934"/>
    <w:rsid w:val="00F87C13"/>
    <w:rsid w:val="00F90D45"/>
    <w:rsid w:val="00F92AD7"/>
    <w:rsid w:val="00F93C1A"/>
    <w:rsid w:val="00F93EB6"/>
    <w:rsid w:val="00FA1299"/>
    <w:rsid w:val="00FA2F1D"/>
    <w:rsid w:val="00FA2F6C"/>
    <w:rsid w:val="00FA46AB"/>
    <w:rsid w:val="00FA5236"/>
    <w:rsid w:val="00FA5F80"/>
    <w:rsid w:val="00FA6BEC"/>
    <w:rsid w:val="00FA739E"/>
    <w:rsid w:val="00FA7A37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B30"/>
    <w:rsid w:val="00FD5EEC"/>
    <w:rsid w:val="00FD6182"/>
    <w:rsid w:val="00FD711D"/>
    <w:rsid w:val="00FD7AC1"/>
    <w:rsid w:val="00FD7D6F"/>
    <w:rsid w:val="00FD7E51"/>
    <w:rsid w:val="00FD7FB4"/>
    <w:rsid w:val="00FE11EF"/>
    <w:rsid w:val="00FE145F"/>
    <w:rsid w:val="00FE24DA"/>
    <w:rsid w:val="00FE35E1"/>
    <w:rsid w:val="00FF0D61"/>
    <w:rsid w:val="00FF1B02"/>
    <w:rsid w:val="00FF1D68"/>
    <w:rsid w:val="00FF23A4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7176B-95B7-42D9-B7D2-EF9D0657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</Template>
  <TotalTime>133</TotalTime>
  <Pages>2</Pages>
  <Words>633</Words>
  <Characters>3403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creator>John Stevens</dc:creator>
  <cp:lastModifiedBy>lalting</cp:lastModifiedBy>
  <cp:revision>17</cp:revision>
  <cp:lastPrinted>2010-07-28T23:53:00Z</cp:lastPrinted>
  <dcterms:created xsi:type="dcterms:W3CDTF">2010-08-01T15:01:00Z</dcterms:created>
  <dcterms:modified xsi:type="dcterms:W3CDTF">2010-08-04T20:44:00Z</dcterms:modified>
</cp:coreProperties>
</file>